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185" w:rsidRDefault="00621185" w:rsidP="006D6459">
      <w:pPr>
        <w:outlineLvl w:val="0"/>
      </w:pPr>
      <w:r>
        <w:t xml:space="preserve">Last saved:   </w:t>
      </w:r>
      <w:fldSimple w:instr=" SAVEDATE \* MERGEFORMAT ">
        <w:r>
          <w:rPr>
            <w:noProof/>
          </w:rPr>
          <w:t>08/04/2022 08:49:00</w:t>
        </w:r>
      </w:fldSimple>
    </w:p>
    <w:p w:rsidR="00621185" w:rsidRDefault="00621185" w:rsidP="006D6459">
      <w:r>
        <w:t xml:space="preserve">Last printed:  </w:t>
      </w:r>
      <w:fldSimple w:instr=" PRINTDATE \* MERGEFORMAT ">
        <w:r>
          <w:rPr>
            <w:noProof/>
          </w:rPr>
          <w:t>8 o'clock-ish</w:t>
        </w:r>
      </w:fldSimple>
    </w:p>
    <w:sectPr w:rsidR="00621185" w:rsidSect="00584496">
      <w:pgSz w:w="8392" w:h="5954" w:orient="landscape" w:code="70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4496"/>
    <w:rsid w:val="001C030A"/>
    <w:rsid w:val="00584496"/>
    <w:rsid w:val="00585736"/>
    <w:rsid w:val="00621185"/>
    <w:rsid w:val="006D6459"/>
    <w:rsid w:val="006F7EC9"/>
    <w:rsid w:val="009D01BD"/>
    <w:rsid w:val="00C1143E"/>
    <w:rsid w:val="00D805C9"/>
    <w:rsid w:val="00FE0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Liberation Sans" w:hAnsi="Liberation Sans" w:cs="Aria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rsid w:val="00C1143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496C23"/>
    <w:rPr>
      <w:rFonts w:cs="Arial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34</Words>
  <Characters>199</Characters>
  <Application>Microsoft Office Outlook</Application>
  <DocSecurity>0</DocSecurity>
  <Lines>0</Lines>
  <Paragraphs>0</Paragraphs>
  <ScaleCrop>false</ScaleCrop>
  <Company>ZZZ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Last saved:   08/04/2022 08:49:00</dc:title>
  <dc:subject/>
  <dc:creator>Lorenzo Chavez</dc:creator>
  <cp:keywords/>
  <dc:description/>
  <cp:lastModifiedBy>Lorenzo Chavez</cp:lastModifiedBy>
  <cp:revision>2</cp:revision>
  <cp:lastPrinted>2022-04-08T06:47:00Z</cp:lastPrinted>
  <dcterms:created xsi:type="dcterms:W3CDTF">2022-04-08T07:10:00Z</dcterms:created>
  <dcterms:modified xsi:type="dcterms:W3CDTF">2022-04-08T07:10:00Z</dcterms:modified>
</cp:coreProperties>
</file>